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bookmarkStart w:id="0" w:name="_GoBack"/>
      <w:bookmarkEnd w:id="0"/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19747662" w14:textId="7B6E2D23" w:rsidR="003F0376" w:rsidRPr="00961C32" w:rsidRDefault="00961C32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r w:rsidRPr="00961C32">
        <w:rPr>
          <w:rFonts w:ascii="Arial Black" w:hAnsi="Arial Black"/>
          <w:sz w:val="28"/>
          <w:szCs w:val="28"/>
        </w:rPr>
        <w:t xml:space="preserve">Monitorovací centrála + </w:t>
      </w:r>
      <w:proofErr w:type="spellStart"/>
      <w:r w:rsidRPr="00961C32">
        <w:rPr>
          <w:rFonts w:ascii="Arial Black" w:hAnsi="Arial Black"/>
          <w:sz w:val="28"/>
          <w:szCs w:val="28"/>
        </w:rPr>
        <w:t>kardiotokograf</w:t>
      </w:r>
      <w:proofErr w:type="spellEnd"/>
      <w:r w:rsidR="003F0376" w:rsidRPr="00961C32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35F882AA" w:rsidR="00AE1D1C" w:rsidRPr="004237FF" w:rsidRDefault="00E4269C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591868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3233AF5B" w14:textId="2F1A4DCB" w:rsidR="00A00686" w:rsidRPr="00961C32" w:rsidRDefault="00961C32" w:rsidP="00A00686">
      <w:pPr>
        <w:jc w:val="center"/>
        <w:rPr>
          <w:rFonts w:ascii="Arial Black" w:hAnsi="Arial Black" w:cs="Calibri"/>
          <w:sz w:val="28"/>
          <w:szCs w:val="28"/>
        </w:rPr>
      </w:pPr>
      <w:r w:rsidRPr="00961C32">
        <w:rPr>
          <w:rFonts w:ascii="Arial Black" w:hAnsi="Arial Black"/>
          <w:sz w:val="28"/>
          <w:szCs w:val="28"/>
        </w:rPr>
        <w:t xml:space="preserve">Monitorovací centrála + </w:t>
      </w:r>
      <w:proofErr w:type="spellStart"/>
      <w:r w:rsidRPr="00961C32">
        <w:rPr>
          <w:rFonts w:ascii="Arial Black" w:hAnsi="Arial Black"/>
          <w:sz w:val="28"/>
          <w:szCs w:val="28"/>
        </w:rPr>
        <w:t>kardiotokograf</w:t>
      </w:r>
      <w:proofErr w:type="spellEnd"/>
    </w:p>
    <w:p w14:paraId="5184ED8B" w14:textId="322E7446" w:rsidR="00C9644A" w:rsidRPr="004237FF" w:rsidRDefault="0026582A" w:rsidP="00961C32">
      <w:pPr>
        <w:spacing w:line="256" w:lineRule="auto"/>
        <w:ind w:right="51"/>
        <w:jc w:val="center"/>
        <w:rPr>
          <w:rFonts w:ascii="Arial Black" w:hAnsi="Arial Black"/>
          <w:sz w:val="12"/>
          <w:szCs w:val="12"/>
          <w:u w:val="single"/>
        </w:rPr>
      </w:pPr>
      <w:r w:rsidRPr="00810FC9">
        <w:rPr>
          <w:rFonts w:ascii="Arial Black" w:hAnsi="Arial Black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20BA1BC9" w:rsidR="00C9644A" w:rsidRPr="004237FF" w:rsidRDefault="00C9644A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lastRenderedPageBreak/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5F96B" w14:textId="77777777" w:rsidR="001B33F5" w:rsidRDefault="001B33F5">
      <w:r>
        <w:separator/>
      </w:r>
    </w:p>
  </w:endnote>
  <w:endnote w:type="continuationSeparator" w:id="0">
    <w:p w14:paraId="6CD0183C" w14:textId="77777777" w:rsidR="001B33F5" w:rsidRDefault="001B3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1AC76" w14:textId="77777777" w:rsidR="001B33F5" w:rsidRDefault="001B33F5">
      <w:r>
        <w:separator/>
      </w:r>
    </w:p>
  </w:footnote>
  <w:footnote w:type="continuationSeparator" w:id="0">
    <w:p w14:paraId="561D5B44" w14:textId="77777777" w:rsidR="001B33F5" w:rsidRDefault="001B33F5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791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33F5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65D2F"/>
    <w:rsid w:val="005760E6"/>
    <w:rsid w:val="00577979"/>
    <w:rsid w:val="00591868"/>
    <w:rsid w:val="00591DA0"/>
    <w:rsid w:val="00594D35"/>
    <w:rsid w:val="005A4910"/>
    <w:rsid w:val="005D2466"/>
    <w:rsid w:val="005D599F"/>
    <w:rsid w:val="005E4240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8F3B00"/>
    <w:rsid w:val="009112B1"/>
    <w:rsid w:val="00937A45"/>
    <w:rsid w:val="009426E9"/>
    <w:rsid w:val="00961C32"/>
    <w:rsid w:val="00981B13"/>
    <w:rsid w:val="009B2ACA"/>
    <w:rsid w:val="009B2B85"/>
    <w:rsid w:val="009D4F1B"/>
    <w:rsid w:val="009E5486"/>
    <w:rsid w:val="00A006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E4D34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413F2"/>
    <w:rsid w:val="00C44A12"/>
    <w:rsid w:val="00C5332C"/>
    <w:rsid w:val="00C61677"/>
    <w:rsid w:val="00C616A0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4741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1BD4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09E3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E81BB-D80B-44D3-A107-2FE0B553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0</TotalTime>
  <Pages>3</Pages>
  <Words>191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Trnková Monika, Bc.</cp:lastModifiedBy>
  <cp:revision>3</cp:revision>
  <cp:lastPrinted>2010-07-30T09:22:00Z</cp:lastPrinted>
  <dcterms:created xsi:type="dcterms:W3CDTF">2023-03-31T04:46:00Z</dcterms:created>
  <dcterms:modified xsi:type="dcterms:W3CDTF">2023-04-04T07:37:00Z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NTv+BjpFJCCr1haz82x/p9grUP6XlcnDDqlyptOqZnWWLxEmknteYOjacK8rHmbyZsEb2RNmrVJuyDdRhQhnVUwMIZ5j89Zakl1oxEmqBBq6EPAAzH3rplRRSeqENmeQeNILhNhWaP1Tb4b7EqhyIeka6UCTvLL0ox0zbNZJjH0HZpdeuODLZbCfmSIgOcV3</vt:lpwstr>
  </property>
</Properties>
</file>